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9B640" w14:textId="77777777" w:rsidR="006E5D65" w:rsidRPr="00183B3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</w:p>
    <w:p w14:paraId="5EC18DBD" w14:textId="77777777" w:rsidR="0085747A" w:rsidRPr="00183B3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SYLABUS</w:t>
      </w:r>
    </w:p>
    <w:p w14:paraId="4267795B" w14:textId="77777777" w:rsidR="005136C5" w:rsidRPr="00183B36" w:rsidRDefault="0071620A" w:rsidP="005136C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dotyczy cyklu kształcenia</w:t>
      </w:r>
      <w:r w:rsidR="005136C5" w:rsidRPr="00183B36">
        <w:rPr>
          <w:rFonts w:ascii="Corbel" w:hAnsi="Corbel"/>
          <w:i/>
          <w:smallCaps/>
          <w:sz w:val="24"/>
          <w:szCs w:val="24"/>
        </w:rPr>
        <w:t xml:space="preserve"> </w:t>
      </w:r>
      <w:r w:rsidR="005136C5" w:rsidRPr="00183B36">
        <w:rPr>
          <w:rFonts w:ascii="Corbel" w:hAnsi="Corbel"/>
          <w:b/>
          <w:smallCaps/>
          <w:szCs w:val="24"/>
        </w:rPr>
        <w:t>od 2019/20 do 2023/24</w:t>
      </w:r>
    </w:p>
    <w:p w14:paraId="16A76EE7" w14:textId="77777777" w:rsidR="0085747A" w:rsidRPr="00183B36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0565B67" w14:textId="77777777" w:rsidR="0085747A" w:rsidRPr="00183B36" w:rsidRDefault="0085747A" w:rsidP="005136C5">
      <w:pPr>
        <w:spacing w:after="0" w:line="240" w:lineRule="exact"/>
        <w:ind w:left="5664" w:firstLine="708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i/>
          <w:sz w:val="20"/>
          <w:szCs w:val="20"/>
        </w:rPr>
        <w:t>(skrajne daty</w:t>
      </w:r>
      <w:r w:rsidRPr="00183B36">
        <w:rPr>
          <w:rFonts w:ascii="Corbel" w:hAnsi="Corbel"/>
          <w:sz w:val="20"/>
          <w:szCs w:val="20"/>
        </w:rPr>
        <w:t>)</w:t>
      </w:r>
    </w:p>
    <w:p w14:paraId="7BFD3CD4" w14:textId="075258BE" w:rsidR="00445970" w:rsidRPr="00183B3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  <w:t xml:space="preserve">Rok akademicki   </w:t>
      </w:r>
      <w:r w:rsidR="00415C2F">
        <w:rPr>
          <w:rFonts w:ascii="Corbel" w:hAnsi="Corbel"/>
          <w:sz w:val="20"/>
          <w:szCs w:val="20"/>
        </w:rPr>
        <w:t>20</w:t>
      </w:r>
      <w:r w:rsidR="003B7460">
        <w:rPr>
          <w:rFonts w:ascii="Corbel" w:hAnsi="Corbel"/>
          <w:sz w:val="20"/>
          <w:szCs w:val="20"/>
        </w:rPr>
        <w:t>21</w:t>
      </w:r>
      <w:r w:rsidR="00415C2F">
        <w:rPr>
          <w:rFonts w:ascii="Corbel" w:hAnsi="Corbel"/>
          <w:sz w:val="20"/>
          <w:szCs w:val="20"/>
        </w:rPr>
        <w:t>/202</w:t>
      </w:r>
      <w:r w:rsidR="003B7460">
        <w:rPr>
          <w:rFonts w:ascii="Corbel" w:hAnsi="Corbel"/>
          <w:sz w:val="20"/>
          <w:szCs w:val="20"/>
        </w:rPr>
        <w:t>2</w:t>
      </w:r>
    </w:p>
    <w:p w14:paraId="3D139CFB" w14:textId="77777777" w:rsidR="0085747A" w:rsidRPr="00183B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7A2EB6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14:paraId="705F7A59" w14:textId="77777777" w:rsidTr="00B819C8">
        <w:tc>
          <w:tcPr>
            <w:tcW w:w="2694" w:type="dxa"/>
            <w:vAlign w:val="center"/>
          </w:tcPr>
          <w:p w14:paraId="4E5EDAAD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80188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Prawo rodzinne</w:t>
            </w:r>
          </w:p>
        </w:tc>
      </w:tr>
      <w:tr w:rsidR="0085747A" w:rsidRPr="00183B36" w14:paraId="02FB4BCD" w14:textId="77777777" w:rsidTr="00B819C8">
        <w:tc>
          <w:tcPr>
            <w:tcW w:w="2694" w:type="dxa"/>
            <w:vAlign w:val="center"/>
          </w:tcPr>
          <w:p w14:paraId="19E58E2A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B8F0B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PRP25</w:t>
            </w:r>
          </w:p>
        </w:tc>
      </w:tr>
      <w:tr w:rsidR="005136C5" w:rsidRPr="00183B36" w14:paraId="4EE08737" w14:textId="77777777" w:rsidTr="00B819C8">
        <w:tc>
          <w:tcPr>
            <w:tcW w:w="2694" w:type="dxa"/>
            <w:vAlign w:val="center"/>
          </w:tcPr>
          <w:p w14:paraId="7D97B0CA" w14:textId="77777777"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F6633DD" w14:textId="77777777" w:rsidR="005136C5" w:rsidRPr="00183B36" w:rsidRDefault="000D7284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136C5" w:rsidRPr="00183B36" w14:paraId="6F728D1F" w14:textId="77777777" w:rsidTr="00B819C8">
        <w:tc>
          <w:tcPr>
            <w:tcW w:w="2694" w:type="dxa"/>
            <w:vAlign w:val="center"/>
          </w:tcPr>
          <w:p w14:paraId="16B03255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87A932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>Zakład Prawa Cywilnego</w:t>
            </w:r>
            <w:r w:rsidR="000D7284">
              <w:rPr>
                <w:rFonts w:ascii="Corbel" w:hAnsi="Corbel"/>
                <w:b w:val="0"/>
              </w:rPr>
              <w:t xml:space="preserve"> Instytut Nauk Prawnych</w:t>
            </w:r>
            <w:r w:rsidRPr="00183B36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5136C5" w:rsidRPr="00183B36" w14:paraId="41280F02" w14:textId="77777777" w:rsidTr="00B819C8">
        <w:tc>
          <w:tcPr>
            <w:tcW w:w="2694" w:type="dxa"/>
            <w:vAlign w:val="center"/>
          </w:tcPr>
          <w:p w14:paraId="189CD3AE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716B23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14:paraId="0FB410D8" w14:textId="77777777" w:rsidTr="00B819C8">
        <w:tc>
          <w:tcPr>
            <w:tcW w:w="2694" w:type="dxa"/>
            <w:vAlign w:val="center"/>
          </w:tcPr>
          <w:p w14:paraId="38D48BC8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033925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14:paraId="43028575" w14:textId="77777777" w:rsidTr="00B819C8">
        <w:tc>
          <w:tcPr>
            <w:tcW w:w="2694" w:type="dxa"/>
            <w:vAlign w:val="center"/>
          </w:tcPr>
          <w:p w14:paraId="09F6DE20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B4392E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136C5" w:rsidRPr="00183B36" w14:paraId="7CF585D0" w14:textId="77777777" w:rsidTr="00B819C8">
        <w:tc>
          <w:tcPr>
            <w:tcW w:w="2694" w:type="dxa"/>
            <w:vAlign w:val="center"/>
          </w:tcPr>
          <w:p w14:paraId="52C6BAFC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003B73" w14:textId="77777777" w:rsidR="005136C5" w:rsidRPr="00183B36" w:rsidRDefault="006A466F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5136C5" w:rsidRPr="00183B36" w14:paraId="019905C0" w14:textId="77777777" w:rsidTr="00B819C8">
        <w:tc>
          <w:tcPr>
            <w:tcW w:w="2694" w:type="dxa"/>
            <w:vAlign w:val="center"/>
          </w:tcPr>
          <w:p w14:paraId="721B7100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1CAF155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5136C5" w:rsidRPr="00183B36" w14:paraId="6B7D688D" w14:textId="77777777" w:rsidTr="00B819C8">
        <w:tc>
          <w:tcPr>
            <w:tcW w:w="2694" w:type="dxa"/>
            <w:vAlign w:val="center"/>
          </w:tcPr>
          <w:p w14:paraId="667E4F3E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B2FC15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14:paraId="1794B675" w14:textId="77777777" w:rsidTr="00B819C8">
        <w:tc>
          <w:tcPr>
            <w:tcW w:w="2694" w:type="dxa"/>
            <w:vAlign w:val="center"/>
          </w:tcPr>
          <w:p w14:paraId="4520C888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B9E50C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183B36" w14:paraId="35F95EFD" w14:textId="77777777" w:rsidTr="00B819C8">
        <w:tc>
          <w:tcPr>
            <w:tcW w:w="2694" w:type="dxa"/>
            <w:vAlign w:val="center"/>
          </w:tcPr>
          <w:p w14:paraId="3F2869B7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6C68B3" w14:textId="77777777" w:rsidR="005136C5" w:rsidRPr="00183B36" w:rsidRDefault="006400E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 xml:space="preserve"> Łukasiewicz</w:t>
            </w:r>
          </w:p>
        </w:tc>
      </w:tr>
      <w:tr w:rsidR="005136C5" w:rsidRPr="00183B36" w14:paraId="3F4878BB" w14:textId="77777777" w:rsidTr="00B819C8">
        <w:tc>
          <w:tcPr>
            <w:tcW w:w="2694" w:type="dxa"/>
            <w:vAlign w:val="center"/>
          </w:tcPr>
          <w:p w14:paraId="3ABDE016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4A6D1B" w14:textId="77777777" w:rsidR="005136C5" w:rsidRPr="00183B36" w:rsidRDefault="006400E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r Rafał Łukasiewicz</w:t>
            </w:r>
          </w:p>
        </w:tc>
      </w:tr>
    </w:tbl>
    <w:p w14:paraId="5A4C6231" w14:textId="77777777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3F5FDDD9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CEA4D3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960813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5"/>
        <w:gridCol w:w="851"/>
        <w:gridCol w:w="799"/>
        <w:gridCol w:w="820"/>
        <w:gridCol w:w="758"/>
        <w:gridCol w:w="946"/>
        <w:gridCol w:w="1185"/>
        <w:gridCol w:w="1527"/>
      </w:tblGrid>
      <w:tr w:rsidR="00015B8F" w:rsidRPr="00183B36" w14:paraId="574BB7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771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59A4FA41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6E1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90C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A22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577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525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51C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847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FF9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BB7F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35D5929B" w14:textId="77777777" w:rsidTr="00C447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453E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F14FF" w14:textId="77777777" w:rsidR="005136C5" w:rsidRPr="00183B36" w:rsidRDefault="006400E9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53A53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B6B20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96D3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DB38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C08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8B9A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725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E31E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 ECTS praktyczne</w:t>
            </w:r>
          </w:p>
          <w:p w14:paraId="5586F799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Razem ECTS 6</w:t>
            </w:r>
          </w:p>
        </w:tc>
      </w:tr>
      <w:tr w:rsidR="005136C5" w:rsidRPr="00183B36" w14:paraId="482EF78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1EF8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080E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D383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F493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76C8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A629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1BA7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CEAD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AA2C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465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CDAEF47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1A4C97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8EF82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1E091FFA" w14:textId="77777777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1C73D0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93E307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79760A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B1FFBA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AC4ED9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59BCB9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A9FE4B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eastAsia="Cambria" w:hAnsi="Corbel"/>
          <w:sz w:val="24"/>
        </w:rPr>
        <w:t xml:space="preserve"> </w:t>
      </w:r>
    </w:p>
    <w:p w14:paraId="608D4B1A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278705B4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F29B64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400C5D" w14:textId="77777777" w:rsidR="00E960BB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79AF529E" w14:textId="77777777" w:rsidTr="00745302">
        <w:tc>
          <w:tcPr>
            <w:tcW w:w="9670" w:type="dxa"/>
          </w:tcPr>
          <w:p w14:paraId="5B273F1A" w14:textId="77777777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  <w:p w14:paraId="0BACA7D5" w14:textId="77777777" w:rsidR="0085747A" w:rsidRPr="00183B3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017919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8F9E1C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4DB14C7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F8F8E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26C30D02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2B45C5A8" w14:textId="77777777" w:rsidTr="00923D7D">
        <w:tc>
          <w:tcPr>
            <w:tcW w:w="851" w:type="dxa"/>
            <w:vAlign w:val="center"/>
          </w:tcPr>
          <w:p w14:paraId="23D6D813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2C1C49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55134799" w14:textId="77777777" w:rsidTr="00923D7D">
        <w:tc>
          <w:tcPr>
            <w:tcW w:w="851" w:type="dxa"/>
            <w:vAlign w:val="center"/>
          </w:tcPr>
          <w:p w14:paraId="2EBC8D28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800A2E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08EEF2D6" w14:textId="77777777" w:rsidTr="00923D7D">
        <w:tc>
          <w:tcPr>
            <w:tcW w:w="851" w:type="dxa"/>
            <w:vAlign w:val="center"/>
          </w:tcPr>
          <w:p w14:paraId="5FAE9DF5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8EEB6FD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sporządznie pism procesowych.</w:t>
            </w:r>
          </w:p>
        </w:tc>
      </w:tr>
    </w:tbl>
    <w:p w14:paraId="51E6B6E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04DBB3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246D1295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4728F4A0" w14:textId="77777777" w:rsidTr="00C96B13">
        <w:tc>
          <w:tcPr>
            <w:tcW w:w="972" w:type="dxa"/>
            <w:vAlign w:val="center"/>
          </w:tcPr>
          <w:p w14:paraId="076EAC95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3BDF8A6C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09CE3737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0BF54620" w14:textId="77777777" w:rsidTr="00C96B13">
        <w:tc>
          <w:tcPr>
            <w:tcW w:w="972" w:type="dxa"/>
          </w:tcPr>
          <w:p w14:paraId="093D6815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171" w:type="dxa"/>
          </w:tcPr>
          <w:p w14:paraId="13CEABD3" w14:textId="77777777" w:rsidR="00C96B13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potrafi ulokować prawo rodzinne jako dział prawa cywilnego oraz dostrzega relacje prawa rodzinnego z prawem handlowym oraz prawem prywatnym międzynarodowym. student widzi także związki prawa rodzinnego z innymi naukami. </w:t>
            </w:r>
          </w:p>
        </w:tc>
        <w:tc>
          <w:tcPr>
            <w:tcW w:w="1603" w:type="dxa"/>
          </w:tcPr>
          <w:p w14:paraId="7AA267FC" w14:textId="77777777" w:rsidR="00C96B13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K_W01</w:t>
            </w:r>
            <w:r w:rsidR="00C96B13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437C2070" w14:textId="77777777" w:rsidR="00C96B13" w:rsidRPr="00183B36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684D21AD" w14:textId="77777777" w:rsidTr="00C96B13">
        <w:tc>
          <w:tcPr>
            <w:tcW w:w="972" w:type="dxa"/>
          </w:tcPr>
          <w:p w14:paraId="5B900081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7171" w:type="dxa"/>
          </w:tcPr>
          <w:p w14:paraId="3E704E9F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zna ewolucje prawa rodzinnego oraz zauważa jego związki z prawem rzymskim. dostrze</w:t>
            </w:r>
            <w:r w:rsidR="007550F4" w:rsidRPr="00183B36">
              <w:rPr>
                <w:rFonts w:ascii="Corbel" w:eastAsia="Times New Roman" w:hAnsi="Corbel"/>
                <w:szCs w:val="24"/>
                <w:lang w:eastAsia="pl-PL"/>
              </w:rPr>
              <w:t>ga procesy wpływające na zmiany zachodzące w zakresie prawa rodzinnego</w:t>
            </w:r>
          </w:p>
          <w:p w14:paraId="758509F7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14:paraId="0BDC51A1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K_W02</w:t>
            </w:r>
          </w:p>
          <w:p w14:paraId="1E343B92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K_W10</w:t>
            </w:r>
          </w:p>
          <w:p w14:paraId="54DE1EB6" w14:textId="77777777"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2BC2B686" w14:textId="77777777" w:rsidTr="00C96B13">
        <w:tc>
          <w:tcPr>
            <w:tcW w:w="972" w:type="dxa"/>
          </w:tcPr>
          <w:p w14:paraId="7211E9D3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7171" w:type="dxa"/>
          </w:tcPr>
          <w:p w14:paraId="344426C9" w14:textId="77777777" w:rsidR="00FF5846" w:rsidRPr="00183B36" w:rsidRDefault="007550F4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wpływ na prawo rodzinne konwencji międzynarodowych oraz orzecznictwa europejskiego trybunału praw człowieka</w:t>
            </w:r>
          </w:p>
          <w:p w14:paraId="3590AC7C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14:paraId="0A35E51F" w14:textId="77777777" w:rsidR="00FF5846" w:rsidRPr="00183B36" w:rsidRDefault="00C11E82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K_W03</w:t>
            </w:r>
            <w:r w:rsidR="00FF5846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  <w:p w14:paraId="50A38218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14:paraId="24DD0C4F" w14:textId="77777777" w:rsidTr="00C96B13">
        <w:tc>
          <w:tcPr>
            <w:tcW w:w="972" w:type="dxa"/>
          </w:tcPr>
          <w:p w14:paraId="67E10A6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7171" w:type="dxa"/>
          </w:tcPr>
          <w:p w14:paraId="3F599F9C" w14:textId="77777777" w:rsidR="00FF5846" w:rsidRPr="00183B36" w:rsidRDefault="007550F4" w:rsidP="00C11E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rozumie procesy stanowienia i stosowania prawa rodzinnego, w tym struktury i instytucje polskiego systemu prawa, które wpływają na stanowienie i stosowanie prawa. student rozumie wpływ władzy ustawodawczej, wykonawczej 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i sądowniczej na prawo rodzinne oraz dostrzega rolę demokratycznego państwa prawnego w regulowaniu stosunków 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lastRenderedPageBreak/>
              <w:t xml:space="preserve">prawno-rodzinnych. </w:t>
            </w:r>
            <w:r w:rsidR="00B330B9" w:rsidRPr="00183B36">
              <w:rPr>
                <w:rFonts w:ascii="Corbel" w:eastAsia="Times New Roman" w:hAnsi="Corbel"/>
                <w:szCs w:val="24"/>
                <w:lang w:eastAsia="pl-PL"/>
              </w:rPr>
              <w:t>student widzi znaczenie norm etycznych oraz aksjologi prawa na prawo rodzinne</w:t>
            </w:r>
            <w:r w:rsidR="006B7587" w:rsidRPr="00183B36">
              <w:rPr>
                <w:rFonts w:ascii="Corbel" w:eastAsia="Times New Roman" w:hAnsi="Corbel"/>
                <w:szCs w:val="24"/>
                <w:lang w:eastAsia="pl-PL"/>
              </w:rPr>
              <w:t>.</w:t>
            </w:r>
            <w:r w:rsidR="00C11E82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  <w:r w:rsidR="00C11E82" w:rsidRPr="00183B36">
              <w:rPr>
                <w:rFonts w:ascii="Corbel" w:hAnsi="Corbel"/>
                <w:szCs w:val="24"/>
              </w:rPr>
              <w:t>Student zna i rozumie metody badawcze i narzędzia opisu niezbędne do badania prawa rodzinnego. posiada wiedzę na temat fundamentalnych dylematów dotyczących współczesnych regulacji z zakresu prawa rodzinnego</w:t>
            </w:r>
          </w:p>
        </w:tc>
        <w:tc>
          <w:tcPr>
            <w:tcW w:w="1603" w:type="dxa"/>
          </w:tcPr>
          <w:p w14:paraId="6C4CFD5C" w14:textId="77777777" w:rsidR="007550F4" w:rsidRPr="00183B36" w:rsidRDefault="007550F4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K_W04</w:t>
            </w:r>
          </w:p>
          <w:p w14:paraId="60A09C85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K_W05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0CA17BF4" w14:textId="77777777" w:rsidR="00E92AE5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K_W07</w:t>
            </w:r>
            <w:r w:rsidR="00E92AE5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2A1CE6C1" w14:textId="77777777" w:rsidR="00E92AE5" w:rsidRPr="00183B36" w:rsidRDefault="00E92AE5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K_W08</w:t>
            </w:r>
          </w:p>
          <w:p w14:paraId="31CD4CE9" w14:textId="77777777" w:rsidR="00B330B9" w:rsidRPr="00183B36" w:rsidRDefault="00B330B9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</w:p>
          <w:p w14:paraId="2C0C5578" w14:textId="77777777" w:rsidR="00C11E82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K_W12</w:t>
            </w:r>
          </w:p>
          <w:p w14:paraId="7037B9BA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14:paraId="55FBBE9E" w14:textId="77777777" w:rsidTr="00C96B13">
        <w:tc>
          <w:tcPr>
            <w:tcW w:w="972" w:type="dxa"/>
          </w:tcPr>
          <w:p w14:paraId="4F2DF05D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7171" w:type="dxa"/>
          </w:tcPr>
          <w:p w14:paraId="306B0C6F" w14:textId="77777777" w:rsidR="00FF5846" w:rsidRPr="00183B36" w:rsidRDefault="00E92AE5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posługiwać się językiem prawnym i prawniczym na gruncie prawa rodzinnego oraz dostrzega różnice między nimi.</w:t>
            </w:r>
          </w:p>
        </w:tc>
        <w:tc>
          <w:tcPr>
            <w:tcW w:w="1603" w:type="dxa"/>
          </w:tcPr>
          <w:p w14:paraId="15C8C057" w14:textId="77777777" w:rsidR="00E92AE5" w:rsidRPr="00183B36" w:rsidRDefault="007550F4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K_W06</w:t>
            </w:r>
          </w:p>
          <w:p w14:paraId="51877E0E" w14:textId="77777777" w:rsidR="007550F4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  <w:r w:rsidR="007550F4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K_W12</w:t>
            </w:r>
          </w:p>
        </w:tc>
      </w:tr>
      <w:tr w:rsidR="00FF5846" w:rsidRPr="00183B36" w14:paraId="2E040C88" w14:textId="77777777" w:rsidTr="00C96B13">
        <w:tc>
          <w:tcPr>
            <w:tcW w:w="972" w:type="dxa"/>
          </w:tcPr>
          <w:p w14:paraId="35CCA3F1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7171" w:type="dxa"/>
          </w:tcPr>
          <w:p w14:paraId="06BA27A6" w14:textId="77777777" w:rsidR="00625AF6" w:rsidRPr="00183B36" w:rsidRDefault="00B05539" w:rsidP="00B05539">
            <w:pPr>
              <w:pStyle w:val="Punktygwne"/>
              <w:spacing w:before="0" w:after="0"/>
              <w:rPr>
                <w:rFonts w:ascii="Corbel" w:hAnsi="Corbe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Pr="00183B36">
              <w:rPr>
                <w:rFonts w:ascii="Corbel" w:hAnsi="Corbel"/>
              </w:rPr>
              <w:t>p</w:t>
            </w:r>
            <w:r w:rsidR="00625AF6" w:rsidRPr="00183B36">
              <w:rPr>
                <w:rFonts w:ascii="Corbel" w:hAnsi="Corbel"/>
              </w:rPr>
              <w:t>otrafi formułować własne opinie w odniesieniu do poznanych insty</w:t>
            </w:r>
            <w:r w:rsidRPr="00183B36">
              <w:rPr>
                <w:rFonts w:ascii="Corbel" w:hAnsi="Corbel"/>
              </w:rPr>
              <w:t xml:space="preserve">tucji prawa rodzinnego, bazując na prostych hipotezach badawczych oraz ich weryfikacji. dostrzega </w:t>
            </w:r>
            <w:r w:rsidR="00625AF6" w:rsidRPr="00183B36">
              <w:rPr>
                <w:rFonts w:ascii="Corbel" w:hAnsi="Corbel"/>
              </w:rPr>
              <w:t>przebieg procesów związanych z funkcjonowan</w:t>
            </w:r>
            <w:r w:rsidRPr="00183B36">
              <w:rPr>
                <w:rFonts w:ascii="Corbel" w:hAnsi="Corbel"/>
              </w:rPr>
              <w:t xml:space="preserve">iem systemu polityczno-prawnego w zakresie prawa rodzinnego. student jest w stanie określić obszary życia społecznego, które podlegają lub mogą podlegać w przyszłości regulacji prawnej z zakresu prawa rodzinnego. </w:t>
            </w:r>
          </w:p>
          <w:p w14:paraId="2E8FCFA4" w14:textId="77777777" w:rsidR="00625AF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603" w:type="dxa"/>
          </w:tcPr>
          <w:p w14:paraId="5E1D933A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2FA6114E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K_U06  K_U07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10F2B322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K_U11  </w:t>
            </w:r>
          </w:p>
          <w:p w14:paraId="49CED201" w14:textId="77777777"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K_U15  </w:t>
            </w:r>
          </w:p>
          <w:p w14:paraId="1E5B421D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5F4D5683" w14:textId="77777777" w:rsidTr="00C96B13">
        <w:tc>
          <w:tcPr>
            <w:tcW w:w="972" w:type="dxa"/>
          </w:tcPr>
          <w:p w14:paraId="6C618782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7171" w:type="dxa"/>
          </w:tcPr>
          <w:p w14:paraId="749878B7" w14:textId="77777777"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prawidłowo interpretować i wyjaśniań znaczenie norm i stosunków prawno-rodzinnych oraz dokonywać ich wykładni, także w relacji do innych systemów prawnych.</w:t>
            </w:r>
          </w:p>
        </w:tc>
        <w:tc>
          <w:tcPr>
            <w:tcW w:w="1603" w:type="dxa"/>
          </w:tcPr>
          <w:p w14:paraId="185BF34D" w14:textId="77777777" w:rsidR="00FF5846" w:rsidRPr="00183B36" w:rsidRDefault="00C11E82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K_U01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1A919D54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K_U02</w:t>
            </w:r>
          </w:p>
        </w:tc>
      </w:tr>
      <w:tr w:rsidR="00FF5846" w:rsidRPr="00183B36" w14:paraId="124E9AC2" w14:textId="77777777" w:rsidTr="00C96B13">
        <w:tc>
          <w:tcPr>
            <w:tcW w:w="972" w:type="dxa"/>
          </w:tcPr>
          <w:p w14:paraId="34FCC5DE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7171" w:type="dxa"/>
          </w:tcPr>
          <w:p w14:paraId="603FAD2A" w14:textId="77777777" w:rsidR="00FF5846" w:rsidRPr="00183B36" w:rsidRDefault="00625AF6" w:rsidP="00625AF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ma wiedzę na temat stanowienia i stosowania prawa rodzinnego.</w:t>
            </w:r>
          </w:p>
        </w:tc>
        <w:tc>
          <w:tcPr>
            <w:tcW w:w="1603" w:type="dxa"/>
          </w:tcPr>
          <w:p w14:paraId="05E30418" w14:textId="77777777"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14:paraId="7120CC68" w14:textId="77777777"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K_U04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14:paraId="6B027D8B" w14:textId="77777777" w:rsidTr="00C96B13">
        <w:tc>
          <w:tcPr>
            <w:tcW w:w="972" w:type="dxa"/>
          </w:tcPr>
          <w:p w14:paraId="6C93CA62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7171" w:type="dxa"/>
          </w:tcPr>
          <w:p w14:paraId="7CC7FD7F" w14:textId="77777777"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potrafi sporządzić podstawowe pisma procesowe z zakresu prawa rodzinnego.</w:t>
            </w:r>
          </w:p>
        </w:tc>
        <w:tc>
          <w:tcPr>
            <w:tcW w:w="1603" w:type="dxa"/>
          </w:tcPr>
          <w:p w14:paraId="1F54E08F" w14:textId="77777777"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K_U09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14:paraId="16378553" w14:textId="77777777"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K_U16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14:paraId="3EBE65DE" w14:textId="77777777" w:rsidTr="00C96B13">
        <w:tc>
          <w:tcPr>
            <w:tcW w:w="972" w:type="dxa"/>
          </w:tcPr>
          <w:p w14:paraId="599726C5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7171" w:type="dxa"/>
          </w:tcPr>
          <w:p w14:paraId="16B7355A" w14:textId="77777777" w:rsidR="00E546B7" w:rsidRPr="00183B36" w:rsidRDefault="00FF5846" w:rsidP="00D1466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="00B05539" w:rsidRPr="00183B36">
              <w:rPr>
                <w:rFonts w:ascii="Corbel" w:eastAsia="Times New Roman" w:hAnsi="Corbel"/>
                <w:szCs w:val="24"/>
                <w:lang w:eastAsia="pl-PL"/>
              </w:rPr>
              <w:t>potrafi posługiwać się tekstami aktów normatywych z zakresu prawa rodzinnego. potrafi dokonać ich wykładni oraz rozwiązać kazusy przez subsumpcję określonego stanu faktycznego do normy lub norm prawnych.</w:t>
            </w:r>
            <w:r w:rsidR="00E546B7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</w:tc>
        <w:tc>
          <w:tcPr>
            <w:tcW w:w="1603" w:type="dxa"/>
          </w:tcPr>
          <w:p w14:paraId="0D8672BF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K_U08, </w:t>
            </w:r>
          </w:p>
          <w:p w14:paraId="79ECD3F0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K_U10  </w:t>
            </w:r>
          </w:p>
          <w:p w14:paraId="0D8B9421" w14:textId="77777777" w:rsidR="00E546B7" w:rsidRPr="00183B36" w:rsidRDefault="00E546B7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1BCC87AB" w14:textId="77777777" w:rsidTr="00C96B13">
        <w:tc>
          <w:tcPr>
            <w:tcW w:w="972" w:type="dxa"/>
          </w:tcPr>
          <w:p w14:paraId="2956D21D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7171" w:type="dxa"/>
          </w:tcPr>
          <w:p w14:paraId="02C75B8F" w14:textId="77777777" w:rsidR="00FF5846" w:rsidRPr="00183B36" w:rsidRDefault="00D1466C" w:rsidP="0037594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przygotować prace pisemne dotyczące prawa rodzinnego oraz referować określone problemy z zakresu prawa rodzinego, także przy wykorzystaniu technik informacyjno-komunikacyjnych.</w:t>
            </w:r>
          </w:p>
        </w:tc>
        <w:tc>
          <w:tcPr>
            <w:tcW w:w="1603" w:type="dxa"/>
          </w:tcPr>
          <w:p w14:paraId="35103931" w14:textId="77777777" w:rsidR="00D1466C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K_U12</w:t>
            </w:r>
          </w:p>
          <w:p w14:paraId="4A6EE824" w14:textId="77777777" w:rsidR="00FF5846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K_U13</w:t>
            </w:r>
          </w:p>
        </w:tc>
      </w:tr>
      <w:tr w:rsidR="00D1466C" w:rsidRPr="00183B36" w14:paraId="3B51BDBE" w14:textId="77777777" w:rsidTr="00C96B13">
        <w:tc>
          <w:tcPr>
            <w:tcW w:w="972" w:type="dxa"/>
          </w:tcPr>
          <w:p w14:paraId="107D75C1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7171" w:type="dxa"/>
          </w:tcPr>
          <w:p w14:paraId="381B1D4B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odnieść się, także krytycznie wobec niektórych uregulowań prawa rodzinnego, bazując przy tym na samodzielnie pogłębionej wiedzy.</w:t>
            </w:r>
          </w:p>
        </w:tc>
        <w:tc>
          <w:tcPr>
            <w:tcW w:w="1603" w:type="dxa"/>
          </w:tcPr>
          <w:p w14:paraId="033F9839" w14:textId="77777777"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K_K01, </w:t>
            </w:r>
          </w:p>
          <w:p w14:paraId="39BF6B3E" w14:textId="77777777"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K_K07   </w:t>
            </w:r>
          </w:p>
          <w:p w14:paraId="7F820DA0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D1466C" w:rsidRPr="00183B36" w14:paraId="019C12FA" w14:textId="77777777" w:rsidTr="00C96B13">
        <w:tc>
          <w:tcPr>
            <w:tcW w:w="972" w:type="dxa"/>
          </w:tcPr>
          <w:p w14:paraId="49E8FD5C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7171" w:type="dxa"/>
          </w:tcPr>
          <w:p w14:paraId="0A4C9C60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szczególne znaczenie etyki w obszarze prawa rodzinnego oraz rozumie konieczność zwiększania społecznej świadomości prawnej w zakresie prawa rodzinnego</w:t>
            </w:r>
          </w:p>
        </w:tc>
        <w:tc>
          <w:tcPr>
            <w:tcW w:w="1603" w:type="dxa"/>
          </w:tcPr>
          <w:p w14:paraId="3817BC35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K_K05,  K_K06 </w:t>
            </w:r>
          </w:p>
        </w:tc>
      </w:tr>
      <w:tr w:rsidR="00D1466C" w:rsidRPr="00183B36" w14:paraId="02375837" w14:textId="77777777" w:rsidTr="00C96B13">
        <w:tc>
          <w:tcPr>
            <w:tcW w:w="972" w:type="dxa"/>
          </w:tcPr>
          <w:p w14:paraId="5B90AC81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7171" w:type="dxa"/>
          </w:tcPr>
          <w:p w14:paraId="5836A6BB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ma świadomość społecznego znacznia zawodu prawnika przy poszanowaniu różnych poglądów i postaw życiowych oddziałujących na postrzeganie spraw rodzinnych.</w:t>
            </w:r>
          </w:p>
        </w:tc>
        <w:tc>
          <w:tcPr>
            <w:tcW w:w="1603" w:type="dxa"/>
          </w:tcPr>
          <w:p w14:paraId="43A73F62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K_K04,  K_K10  </w:t>
            </w:r>
          </w:p>
        </w:tc>
      </w:tr>
    </w:tbl>
    <w:p w14:paraId="203FDFA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3701F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12210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A4A09F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2C14F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AEF3D3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3CCCD6B8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19562E6F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2550F1D0" w14:textId="77777777" w:rsidTr="004B0E7F">
        <w:tc>
          <w:tcPr>
            <w:tcW w:w="9639" w:type="dxa"/>
          </w:tcPr>
          <w:p w14:paraId="1A4006C8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5BA3A104" w14:textId="77777777" w:rsidTr="004B0E7F">
        <w:tc>
          <w:tcPr>
            <w:tcW w:w="9639" w:type="dxa"/>
          </w:tcPr>
          <w:p w14:paraId="2D59732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Ewolucja prawa rodzinnego w Polsce. Źródła prawa rodzinnego. </w:t>
            </w:r>
            <w:r w:rsidRPr="00183B36">
              <w:rPr>
                <w:rFonts w:ascii="Corbel" w:hAnsi="Corbel"/>
                <w:sz w:val="24"/>
                <w:szCs w:val="24"/>
              </w:rPr>
              <w:t>Pojęcie rodziny na przestrzeni dziejów (prawo rzymskie, prawo wieków średnich, współczesne modele rodziny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oraz przewidywane kierunki zmian</w:t>
            </w:r>
            <w:r w:rsidRPr="00183B36">
              <w:rPr>
                <w:rFonts w:ascii="Corbel" w:hAnsi="Corbel"/>
                <w:sz w:val="24"/>
                <w:szCs w:val="24"/>
              </w:rPr>
              <w:t>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52E3EB0F" w14:textId="77777777" w:rsidTr="004B0E7F">
        <w:tc>
          <w:tcPr>
            <w:tcW w:w="9639" w:type="dxa"/>
          </w:tcPr>
          <w:p w14:paraId="2F650E57" w14:textId="77777777" w:rsidR="00333750" w:rsidRPr="00183B36" w:rsidRDefault="00333750" w:rsidP="00875EDC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</w:t>
            </w:r>
            <w:r w:rsidRPr="00183B36">
              <w:rPr>
                <w:rFonts w:ascii="Corbel" w:hAnsi="Corbel"/>
                <w:sz w:val="24"/>
                <w:szCs w:val="24"/>
              </w:rPr>
              <w:t>Przedstawienie dokumentów potrzebnych do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zawarcia związku małżeńskiego</w:t>
            </w:r>
            <w:r w:rsidRPr="00183B36">
              <w:rPr>
                <w:rFonts w:ascii="Corbel" w:hAnsi="Corbel"/>
                <w:sz w:val="24"/>
                <w:szCs w:val="24"/>
              </w:rPr>
              <w:t>. Procedury zawarcia małżeństwa w ww. formach. Wady oświadczenia o wstąpieniu w związek małżeński</w:t>
            </w:r>
          </w:p>
        </w:tc>
      </w:tr>
      <w:tr w:rsidR="00333750" w:rsidRPr="00183B36" w14:paraId="5B3B265F" w14:textId="77777777" w:rsidTr="004B0E7F">
        <w:tc>
          <w:tcPr>
            <w:tcW w:w="9639" w:type="dxa"/>
          </w:tcPr>
          <w:p w14:paraId="0CBD74E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Małżeńskie prawa i obowiązki niemajątkowe, małżeńskie </w:t>
            </w:r>
            <w:r w:rsidR="00875EDC">
              <w:rPr>
                <w:rFonts w:ascii="Corbel" w:hAnsi="Corbel"/>
                <w:sz w:val="24"/>
                <w:szCs w:val="24"/>
              </w:rPr>
              <w:t>prawa i obowiązki majątkowe nie</w:t>
            </w:r>
            <w:r w:rsidRPr="00183B36">
              <w:rPr>
                <w:rFonts w:ascii="Corbel" w:hAnsi="Corbel"/>
                <w:sz w:val="24"/>
                <w:szCs w:val="24"/>
              </w:rPr>
              <w:t>związane z ustrojem majątkowym, cechy małżeńskich praw i obowiązków</w:t>
            </w:r>
            <w:r w:rsidR="00875E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246E4BEC" w14:textId="77777777" w:rsidTr="004B0E7F">
        <w:tc>
          <w:tcPr>
            <w:tcW w:w="9639" w:type="dxa"/>
          </w:tcPr>
          <w:p w14:paraId="073C03E6" w14:textId="77777777" w:rsidR="00333750" w:rsidRPr="00183B36" w:rsidRDefault="00333750" w:rsidP="00875ED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Ustrój wspólności ustawowej oraz odpowiedzialność małżonków za zobowiązania w tym ustroju. </w:t>
            </w:r>
            <w:r w:rsidR="00875EDC" w:rsidRPr="00183B36">
              <w:rPr>
                <w:rFonts w:ascii="Corbel" w:hAnsi="Corbel"/>
                <w:sz w:val="24"/>
                <w:szCs w:val="24"/>
              </w:rPr>
              <w:t>Zasady zarządu majątkiem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="00875EDC"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Wyjaśnienie różnic między zgodą obligatoryjną i fakultatywną. 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Zgoda małżonka na czynność dokonaną przez drugiego z małżonków oraz odpowiedzialność majątkiem wspólnym za zobowiązania jednego z małżonków.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Ustanie ustroju wspólności ustawowej. Małżeńskie umowy majątkowe. Przesunięcia składników pomiędzy majątkami małżonków. Ustrój przymusowy. </w:t>
            </w:r>
            <w:r w:rsidR="00875EDC">
              <w:rPr>
                <w:rFonts w:ascii="Corbel" w:hAnsi="Corbel"/>
                <w:sz w:val="24"/>
                <w:szCs w:val="24"/>
              </w:rPr>
              <w:t>Analiza przykładowej umowy majątkowej małżeńskiej.</w:t>
            </w:r>
          </w:p>
        </w:tc>
      </w:tr>
      <w:tr w:rsidR="00333750" w:rsidRPr="00183B36" w14:paraId="1F6CE6BA" w14:textId="77777777" w:rsidTr="004B0E7F">
        <w:tc>
          <w:tcPr>
            <w:tcW w:w="9639" w:type="dxa"/>
          </w:tcPr>
          <w:p w14:paraId="36636D8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2AD87BF0" w14:textId="77777777" w:rsidTr="004B0E7F">
        <w:tc>
          <w:tcPr>
            <w:tcW w:w="9639" w:type="dxa"/>
          </w:tcPr>
          <w:p w14:paraId="2FDC2086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Madycznie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</w:t>
            </w:r>
            <w:r w:rsidR="00875EDC"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75EDC">
              <w:rPr>
                <w:rFonts w:ascii="Corbel" w:hAnsi="Corbel"/>
                <w:sz w:val="24"/>
                <w:szCs w:val="24"/>
              </w:rPr>
              <w:t>Analiza dokumentów niezbędnych do ustalenia i zaprzeczenia macierzyństwa oraz ustalenia i zaprzeczenia ojcostwa.</w:t>
            </w:r>
          </w:p>
        </w:tc>
      </w:tr>
      <w:tr w:rsidR="00333750" w:rsidRPr="00183B36" w14:paraId="75190F6A" w14:textId="77777777" w:rsidTr="004B0E7F">
        <w:tc>
          <w:tcPr>
            <w:tcW w:w="9639" w:type="dxa"/>
          </w:tcPr>
          <w:p w14:paraId="4E17760F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  <w:r w:rsidR="00803AA8">
              <w:rPr>
                <w:rFonts w:ascii="Corbel" w:hAnsi="Corbel"/>
                <w:sz w:val="24"/>
                <w:szCs w:val="24"/>
              </w:rPr>
              <w:t xml:space="preserve"> Przygotowanie pism procesowych dotyczących władzy rodzicielskiej oraz kontaktów z dzieckiem.</w:t>
            </w:r>
          </w:p>
        </w:tc>
      </w:tr>
      <w:tr w:rsidR="00333750" w:rsidRPr="00183B36" w14:paraId="5BC788C4" w14:textId="77777777" w:rsidTr="004B0E7F">
        <w:tc>
          <w:tcPr>
            <w:tcW w:w="9639" w:type="dxa"/>
          </w:tcPr>
          <w:p w14:paraId="5D7139E9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Fukcje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19C3DCEE" w14:textId="77777777" w:rsidTr="004B0E7F">
        <w:tc>
          <w:tcPr>
            <w:tcW w:w="9639" w:type="dxa"/>
          </w:tcPr>
          <w:p w14:paraId="10D6C157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25BB0036" w14:textId="77777777" w:rsidTr="004B0E7F">
        <w:tc>
          <w:tcPr>
            <w:tcW w:w="9639" w:type="dxa"/>
          </w:tcPr>
          <w:p w14:paraId="09FF6464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 xml:space="preserve">Obowiązek przyczyniania się do zaspokajania potrzeb rodziny a obowiązek alimentacyjny. Przesłanki orzeczenia alimentów. Wina w rozkładzie pożycia małżonków a alimenty. Alimenty na rzecz małoletnich. </w:t>
            </w:r>
            <w:r w:rsidR="00803AA8">
              <w:rPr>
                <w:rFonts w:ascii="Corbel" w:hAnsi="Corbel"/>
                <w:sz w:val="24"/>
                <w:szCs w:val="24"/>
              </w:rPr>
              <w:t>Alimenty między pasierbem a ojczymem lub macochą. Sporządzanie pism procesowych z zakresu prawa alimentacyjnego.</w:t>
            </w:r>
            <w:r w:rsidR="0061416B">
              <w:rPr>
                <w:rFonts w:ascii="Corbel" w:hAnsi="Corbel"/>
                <w:sz w:val="24"/>
                <w:szCs w:val="24"/>
              </w:rPr>
              <w:t>Egzekucja alimentów.</w:t>
            </w:r>
            <w:r w:rsidR="00803AA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3750" w:rsidRPr="00183B36" w14:paraId="36F7C4DD" w14:textId="77777777" w:rsidTr="004B0E7F">
        <w:tc>
          <w:tcPr>
            <w:tcW w:w="9639" w:type="dxa"/>
          </w:tcPr>
          <w:p w14:paraId="1203CDB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5A4834E4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F21EA2B" w14:textId="77777777" w:rsidR="0085747A" w:rsidRPr="004E06A0" w:rsidRDefault="0085747A" w:rsidP="004E06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73213734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5C4FBFF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83A311" w14:textId="77777777" w:rsidR="00E21E7D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83B36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83B36">
        <w:rPr>
          <w:rFonts w:ascii="Corbel" w:hAnsi="Corbel"/>
          <w:sz w:val="20"/>
          <w:szCs w:val="20"/>
        </w:rPr>
        <w:t>.:</w:t>
      </w:r>
    </w:p>
    <w:p w14:paraId="2713C28E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C1B9355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8F0043E" w14:textId="77777777" w:rsidR="0085747A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ADF624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C996D4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  <w:r w:rsidR="004E06A0"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5EAC31D5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00AB06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ADB536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4E0D9CA7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3F89CE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4F96AD8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281B06BA" w14:textId="77777777" w:rsidTr="00C05F44">
        <w:tc>
          <w:tcPr>
            <w:tcW w:w="1985" w:type="dxa"/>
            <w:vAlign w:val="center"/>
          </w:tcPr>
          <w:p w14:paraId="628CF507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4A10294" w14:textId="77777777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FECDD54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3B920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120A1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77D8B301" w14:textId="77777777" w:rsidTr="00C05F44">
        <w:tc>
          <w:tcPr>
            <w:tcW w:w="1985" w:type="dxa"/>
          </w:tcPr>
          <w:p w14:paraId="2FDDE1A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6E2622C6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810E9BC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BE3A90A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6A517A8A" w14:textId="77777777" w:rsidTr="00C05F44">
        <w:tc>
          <w:tcPr>
            <w:tcW w:w="1985" w:type="dxa"/>
          </w:tcPr>
          <w:p w14:paraId="4F582D6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04D325A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3596CD0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8B030EC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02DAF97A" w14:textId="77777777" w:rsidTr="00C05F44">
        <w:tc>
          <w:tcPr>
            <w:tcW w:w="1985" w:type="dxa"/>
          </w:tcPr>
          <w:p w14:paraId="52D6F1CC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B070E01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8B10F9B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BB0A5F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562B1CAF" w14:textId="77777777" w:rsidTr="00C05F44">
        <w:tc>
          <w:tcPr>
            <w:tcW w:w="1985" w:type="dxa"/>
          </w:tcPr>
          <w:p w14:paraId="25A1788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3E99267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4656ACA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1BE8CC5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37EB2CA5" w14:textId="77777777" w:rsidTr="00C05F44">
        <w:tc>
          <w:tcPr>
            <w:tcW w:w="1985" w:type="dxa"/>
          </w:tcPr>
          <w:p w14:paraId="4EF84B7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674625C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9EE317F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1EDB951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1345D3FA" w14:textId="77777777" w:rsidTr="00C05F44">
        <w:tc>
          <w:tcPr>
            <w:tcW w:w="1985" w:type="dxa"/>
          </w:tcPr>
          <w:p w14:paraId="541C9613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EK_06</w:t>
            </w:r>
          </w:p>
        </w:tc>
        <w:tc>
          <w:tcPr>
            <w:tcW w:w="5528" w:type="dxa"/>
          </w:tcPr>
          <w:p w14:paraId="67B6327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3BAD7B8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1F29B8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736CCB28" w14:textId="77777777" w:rsidTr="00C05F44">
        <w:tc>
          <w:tcPr>
            <w:tcW w:w="1985" w:type="dxa"/>
          </w:tcPr>
          <w:p w14:paraId="78E1E54C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0D269FC1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DCB6E6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058381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63D1370C" w14:textId="77777777" w:rsidTr="00C05F44">
        <w:tc>
          <w:tcPr>
            <w:tcW w:w="1985" w:type="dxa"/>
          </w:tcPr>
          <w:p w14:paraId="2FBAA096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25AF796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7D229C1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498C52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3D5463C9" w14:textId="77777777" w:rsidTr="00C05F44">
        <w:tc>
          <w:tcPr>
            <w:tcW w:w="1985" w:type="dxa"/>
          </w:tcPr>
          <w:p w14:paraId="6C39B02F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7C28D955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267F33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DEAA1F7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01552BAA" w14:textId="77777777" w:rsidTr="00C05F44">
        <w:tc>
          <w:tcPr>
            <w:tcW w:w="1985" w:type="dxa"/>
          </w:tcPr>
          <w:p w14:paraId="6984F4CD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2CB0540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395996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D2A7848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78A613BE" w14:textId="77777777" w:rsidTr="00C05F44">
        <w:tc>
          <w:tcPr>
            <w:tcW w:w="1985" w:type="dxa"/>
          </w:tcPr>
          <w:p w14:paraId="3B78D38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2556BEED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BE75ED8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62E48A7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33988166" w14:textId="77777777" w:rsidTr="00C05F44">
        <w:tc>
          <w:tcPr>
            <w:tcW w:w="1985" w:type="dxa"/>
          </w:tcPr>
          <w:p w14:paraId="1650618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24B9408C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1EDF48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0CBC02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1CC5E1C0" w14:textId="77777777" w:rsidTr="00C05F44">
        <w:tc>
          <w:tcPr>
            <w:tcW w:w="1985" w:type="dxa"/>
          </w:tcPr>
          <w:p w14:paraId="7CA8F3F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78A4BA6C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290C422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6C132C7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4CCAACFB" w14:textId="77777777" w:rsidTr="00C05F44">
        <w:tc>
          <w:tcPr>
            <w:tcW w:w="1985" w:type="dxa"/>
          </w:tcPr>
          <w:p w14:paraId="6E7233F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2E40E4A0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A8F89B2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FA234A6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65AE982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CEF47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43344278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23602872" w14:textId="77777777" w:rsidTr="00923D7D">
        <w:tc>
          <w:tcPr>
            <w:tcW w:w="9670" w:type="dxa"/>
          </w:tcPr>
          <w:p w14:paraId="46E6E0F7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225148BC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FC5037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E2DA9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4AAAD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17B9EDED" w14:textId="77777777" w:rsidTr="003E1941">
        <w:tc>
          <w:tcPr>
            <w:tcW w:w="4962" w:type="dxa"/>
            <w:vAlign w:val="center"/>
          </w:tcPr>
          <w:p w14:paraId="5A8A1E3A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B68284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39405987" w14:textId="77777777" w:rsidTr="00923D7D">
        <w:tc>
          <w:tcPr>
            <w:tcW w:w="4962" w:type="dxa"/>
          </w:tcPr>
          <w:p w14:paraId="52E96D32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0EF7AC" w14:textId="77777777" w:rsidR="0085747A" w:rsidRPr="00183B36" w:rsidRDefault="004E06A0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61DC5" w:rsidRPr="00183B36" w14:paraId="7F6BF179" w14:textId="77777777" w:rsidTr="00923D7D">
        <w:tc>
          <w:tcPr>
            <w:tcW w:w="4962" w:type="dxa"/>
          </w:tcPr>
          <w:p w14:paraId="74B753ED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1B9AA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09576F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77673D24" w14:textId="77777777" w:rsidTr="00923D7D">
        <w:tc>
          <w:tcPr>
            <w:tcW w:w="4962" w:type="dxa"/>
          </w:tcPr>
          <w:p w14:paraId="6B1B98FA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CC8AFED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11C960" w14:textId="77777777" w:rsidR="00C61DC5" w:rsidRPr="00183B36" w:rsidRDefault="004E06A0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118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4B313FAD" w14:textId="77777777" w:rsidTr="00923D7D">
        <w:tc>
          <w:tcPr>
            <w:tcW w:w="4962" w:type="dxa"/>
          </w:tcPr>
          <w:p w14:paraId="4EA1830A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D054E" w14:textId="77777777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183B36" w14:paraId="650F3110" w14:textId="77777777" w:rsidTr="00923D7D">
        <w:tc>
          <w:tcPr>
            <w:tcW w:w="4962" w:type="dxa"/>
          </w:tcPr>
          <w:p w14:paraId="3B64AE7C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868E56" w14:textId="77777777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2DA1905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FE7F00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5B06F4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PRZEDMIOTU/ MODUŁU</w:t>
      </w:r>
    </w:p>
    <w:p w14:paraId="7026A451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2888CE0B" w14:textId="77777777" w:rsidTr="0071620A">
        <w:trPr>
          <w:trHeight w:val="397"/>
        </w:trPr>
        <w:tc>
          <w:tcPr>
            <w:tcW w:w="3544" w:type="dxa"/>
          </w:tcPr>
          <w:p w14:paraId="157AA3ED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EF6F2D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83B36" w14:paraId="2E3174AA" w14:textId="77777777" w:rsidTr="0071620A">
        <w:trPr>
          <w:trHeight w:val="397"/>
        </w:trPr>
        <w:tc>
          <w:tcPr>
            <w:tcW w:w="3544" w:type="dxa"/>
          </w:tcPr>
          <w:p w14:paraId="2355346B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C8BE19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555E5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1145D5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B103D9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D8542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DFE43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76AFF62D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60EB32DB" w14:textId="77777777" w:rsidTr="0071620A">
        <w:trPr>
          <w:trHeight w:val="397"/>
        </w:trPr>
        <w:tc>
          <w:tcPr>
            <w:tcW w:w="7513" w:type="dxa"/>
          </w:tcPr>
          <w:p w14:paraId="57841223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B89C6A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45553DDD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233195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2D5FB336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4B6AF6A8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6185754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57F1145C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56A6F905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5EAC085C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08C99F92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39FB57F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7A6A73D9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41703EF0" w14:textId="77777777" w:rsidTr="0071620A">
        <w:trPr>
          <w:trHeight w:val="397"/>
        </w:trPr>
        <w:tc>
          <w:tcPr>
            <w:tcW w:w="7513" w:type="dxa"/>
          </w:tcPr>
          <w:p w14:paraId="3A0AF278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5104C98C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3FB4E58A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19D6A545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5A8EFC24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3A6BD422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G. Jędrejek, Warszawa 2017.</w:t>
            </w:r>
          </w:p>
          <w:p w14:paraId="55B5FB23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0A2B5322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0FFF1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78A0D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27566" w14:textId="77777777" w:rsidR="000A0025" w:rsidRDefault="000A0025" w:rsidP="00C16ABF">
      <w:pPr>
        <w:spacing w:after="0" w:line="240" w:lineRule="auto"/>
      </w:pPr>
      <w:r>
        <w:separator/>
      </w:r>
    </w:p>
  </w:endnote>
  <w:endnote w:type="continuationSeparator" w:id="0">
    <w:p w14:paraId="6874A266" w14:textId="77777777" w:rsidR="000A0025" w:rsidRDefault="000A00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9D66" w14:textId="77777777" w:rsidR="000A0025" w:rsidRDefault="000A0025" w:rsidP="00C16ABF">
      <w:pPr>
        <w:spacing w:after="0" w:line="240" w:lineRule="auto"/>
      </w:pPr>
      <w:r>
        <w:separator/>
      </w:r>
    </w:p>
  </w:footnote>
  <w:footnote w:type="continuationSeparator" w:id="0">
    <w:p w14:paraId="13B69D72" w14:textId="77777777" w:rsidR="000A0025" w:rsidRDefault="000A0025" w:rsidP="00C16ABF">
      <w:pPr>
        <w:spacing w:after="0" w:line="240" w:lineRule="auto"/>
      </w:pPr>
      <w:r>
        <w:continuationSeparator/>
      </w:r>
    </w:p>
  </w:footnote>
  <w:footnote w:id="1">
    <w:p w14:paraId="3C410E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0324867">
    <w:abstractNumId w:val="1"/>
  </w:num>
  <w:num w:numId="2" w16cid:durableId="11514819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70ED6"/>
    <w:rsid w:val="00073BAB"/>
    <w:rsid w:val="000742DC"/>
    <w:rsid w:val="00084C12"/>
    <w:rsid w:val="0009462C"/>
    <w:rsid w:val="00094B12"/>
    <w:rsid w:val="00096C46"/>
    <w:rsid w:val="000A0025"/>
    <w:rsid w:val="000A296F"/>
    <w:rsid w:val="000A2A28"/>
    <w:rsid w:val="000B192D"/>
    <w:rsid w:val="000B28EE"/>
    <w:rsid w:val="000B3E37"/>
    <w:rsid w:val="000D04B0"/>
    <w:rsid w:val="000D728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657B"/>
    <w:rsid w:val="001D7B54"/>
    <w:rsid w:val="001E0209"/>
    <w:rsid w:val="001F2CA2"/>
    <w:rsid w:val="002144C0"/>
    <w:rsid w:val="002211B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EA7"/>
    <w:rsid w:val="002F4ABE"/>
    <w:rsid w:val="003018BA"/>
    <w:rsid w:val="0030395F"/>
    <w:rsid w:val="00305C92"/>
    <w:rsid w:val="003151C5"/>
    <w:rsid w:val="00323CB9"/>
    <w:rsid w:val="0033046A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95FCA"/>
    <w:rsid w:val="003A0A5B"/>
    <w:rsid w:val="003A1176"/>
    <w:rsid w:val="003B7460"/>
    <w:rsid w:val="003C0300"/>
    <w:rsid w:val="003C0BAE"/>
    <w:rsid w:val="003D18A9"/>
    <w:rsid w:val="003D6CE2"/>
    <w:rsid w:val="003E1941"/>
    <w:rsid w:val="003E2FE6"/>
    <w:rsid w:val="003E49D5"/>
    <w:rsid w:val="003F38C0"/>
    <w:rsid w:val="00414E3C"/>
    <w:rsid w:val="00415C2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6A0"/>
    <w:rsid w:val="004E6AB2"/>
    <w:rsid w:val="004F09B8"/>
    <w:rsid w:val="004F1551"/>
    <w:rsid w:val="004F55A3"/>
    <w:rsid w:val="004F70A6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16B"/>
    <w:rsid w:val="00617230"/>
    <w:rsid w:val="00621CE1"/>
    <w:rsid w:val="00625AF6"/>
    <w:rsid w:val="00627FC9"/>
    <w:rsid w:val="006400E9"/>
    <w:rsid w:val="00647FA8"/>
    <w:rsid w:val="00650C5F"/>
    <w:rsid w:val="00654934"/>
    <w:rsid w:val="006620D9"/>
    <w:rsid w:val="00671958"/>
    <w:rsid w:val="00675843"/>
    <w:rsid w:val="00675E8B"/>
    <w:rsid w:val="00696477"/>
    <w:rsid w:val="006A466F"/>
    <w:rsid w:val="006B75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072"/>
    <w:rsid w:val="007550F4"/>
    <w:rsid w:val="00763BF1"/>
    <w:rsid w:val="00766FD4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03AA8"/>
    <w:rsid w:val="0081554D"/>
    <w:rsid w:val="0081707E"/>
    <w:rsid w:val="008449B3"/>
    <w:rsid w:val="0085747A"/>
    <w:rsid w:val="00875EDC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489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6897"/>
    <w:rsid w:val="00CE5BAC"/>
    <w:rsid w:val="00CF25BE"/>
    <w:rsid w:val="00CF78ED"/>
    <w:rsid w:val="00D02B25"/>
    <w:rsid w:val="00D02EBA"/>
    <w:rsid w:val="00D06DC1"/>
    <w:rsid w:val="00D1466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1A34"/>
  <w15:docId w15:val="{FD822674-79A2-42CC-8129-9631B0FB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AFD5D-CC0B-4732-81A3-2EBF8063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1817</Words>
  <Characters>10904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2020-02-24T12:58:00Z</dcterms:created>
  <dcterms:modified xsi:type="dcterms:W3CDTF">2023-10-27T07:51:00Z</dcterms:modified>
</cp:coreProperties>
</file>